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APPENDIX</w:t>
      </w:r>
      <w:r>
        <w:rPr>
          <w:rFonts w:ascii="Arial" w:hAnsi="Arial" w:cs="Arial" w:eastAsia="Arial"/>
          <w:sz w:val="32"/>
          <w:szCs w:val="32"/>
          <w:color w:val="333399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F:</w:t>
      </w:r>
      <w:r>
        <w:rPr>
          <w:rFonts w:ascii="Arial" w:hAnsi="Arial" w:cs="Arial" w:eastAsia="Arial"/>
          <w:sz w:val="32"/>
          <w:szCs w:val="32"/>
          <w:color w:val="333399"/>
          <w:spacing w:val="8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EFERENCES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310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D.W.,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Cameron,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K.A.,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Feinglass,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Georgas,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Foster,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Pierce,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Thompson,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Hasnain-Wynia,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attitudes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toward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collecting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hnicity.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20:895-900,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201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ntrol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"Prevention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mendations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Advisory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Committee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Immunizati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Practices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—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13–2014."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Morbidity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Mortality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Weekly.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Retrieved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October,</w:t>
      </w:r>
    </w:p>
    <w:p>
      <w:pPr>
        <w:spacing w:before="0" w:after="0" w:line="240" w:lineRule="auto"/>
        <w:ind w:left="880" w:right="89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6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207a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?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_c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=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6207a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1_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5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5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5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5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880" w:right="2782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880" w:right="2010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ongT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Hom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880" w:right="513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ubm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59"/>
          <w:w w:val="100"/>
        </w:rPr>
        <w:t> </w:t>
      </w:r>
      <w:hyperlink r:id="rId1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11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05_L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hni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on.a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p#T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opOf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880" w:right="1425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2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880" w:right="1481" w:firstLine="-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3.0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3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sses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ngHom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30RAI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880" w:right="1198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cessi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(Pub.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100-4,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Transmittal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1875).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59"/>
          <w:w w:val="100"/>
        </w:rPr>
        <w:t> </w:t>
      </w:r>
      <w:hyperlink r:id="rId14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downl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R1875CP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880" w:right="147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Advisory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Panel: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trieved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59"/>
          <w:w w:val="100"/>
        </w:rPr>
        <w:t> </w:t>
      </w:r>
      <w:hyperlink r:id="rId15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www.npua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p.or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upl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2012/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03/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.j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880" w:right="1309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Advisory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Panel: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rieved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6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www.npua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p.or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upl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2012/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03/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Uns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2.j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Affordable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148.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124-119.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2010.</w:t>
      </w:r>
    </w:p>
    <w:p>
      <w:pPr>
        <w:spacing w:before="0" w:after="0" w:line="271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Web.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position w:val="-1"/>
        </w:rPr>
      </w:r>
      <w:hyperlink r:id="rId1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www.gpo.gov/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ds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ys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pkg/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  <w:position w:val="-1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111publ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148/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-1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111publ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148.pdf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-1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880" w:right="362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Prospect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Long-Term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</w:p>
    <w:p>
      <w:pPr>
        <w:spacing w:before="0" w:after="0" w:line="240" w:lineRule="auto"/>
        <w:ind w:left="880" w:right="48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Rates;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Graduate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Federal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Register/Vol.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August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www.gpo.gov/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pkg/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2011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08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18/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2011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19719.pdf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jc w:val="left"/>
        <w:spacing w:after="0"/>
        <w:sectPr>
          <w:pgNumType w:start="1"/>
          <w:pgMar w:header="745" w:footer="569" w:top="940" w:bottom="760" w:left="1280" w:right="128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362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Prospect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Long-Term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</w:p>
    <w:p>
      <w:pPr>
        <w:spacing w:before="0" w:after="0" w:line="240" w:lineRule="auto"/>
        <w:ind w:left="880" w:right="8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Rates;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Graduate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Correction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Federal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Register/Vol.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September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www.gpo.gov/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pkg/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2011-09-26/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2011-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24669.pdf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880" w:right="108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Prospect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Long-Term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Fiscal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Year</w:t>
      </w:r>
    </w:p>
    <w:p>
      <w:pPr>
        <w:spacing w:before="0" w:after="0" w:line="240" w:lineRule="auto"/>
        <w:ind w:left="880" w:right="48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Rates;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Graduate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Ambulatory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Surgical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Centers;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Federal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Register/Vol.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77,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2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www.gpo.gov/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pkg/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2012-08-31/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2012-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19079.pd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880" w:right="109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Prospect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Long-Term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Fiscal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Year</w:t>
      </w:r>
    </w:p>
    <w:p>
      <w:pPr>
        <w:spacing w:before="0" w:after="0" w:line="240" w:lineRule="auto"/>
        <w:ind w:left="880" w:right="1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Rates;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uirements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Participation;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21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www.gpo.gov/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pkg/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2013-08-19/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2013-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18956.pdf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Corrections,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October</w:t>
      </w:r>
    </w:p>
    <w:p>
      <w:pPr>
        <w:spacing w:before="0" w:after="0" w:line="271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at: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position w:val="-1"/>
        </w:rPr>
      </w:r>
      <w:hyperlink r:id="rId22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www.gpo.gov/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ds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ys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pkg/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-1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2013-10-03/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2013-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24211.pdf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  <w:position w:val="-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  <w:position w:val="0"/>
          </w:rPr>
        </w:r>
      </w:hyperlink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880" w:right="144" w:firstLine="-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U.S.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Prospect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Long-Term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Proposed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Fiscal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Rates;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uirements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Participation;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Proposed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April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23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www.of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RUpl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RDa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2013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10234_P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sectPr>
      <w:pgMar w:header="745" w:footer="569" w:top="940" w:bottom="760" w:left="1280" w:right="12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3999pt;width:471pt;height:.1pt;mso-position-horizontal-relative:page;mso-position-vertical-relative:page;z-index:-87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44934pt;width:163.748098pt;height:11.99pt;mso-position-horizontal-relative:page;mso-position-vertical-relative:page;z-index:-8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FINAL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2013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Version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2.0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5.694885pt;margin-top:744.744934pt;width:66.306633pt;height:11.99pt;mso-position-horizontal-relative:page;mso-position-vertical-relative:page;z-index:-85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Appendix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264957pt;width:221.44035pt;height:11.99pt;mso-position-horizontal-relative:page;mso-position-vertical-relative:page;z-index:-89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CMS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LTCH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Quali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Reporting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Prog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Manual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4.576019pt;margin-top:36.264957pt;width:56.40554pt;height:11.99pt;mso-position-horizontal-relative:page;mso-position-vertical-relative:page;z-index:-88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Appendix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cdc.gov/mmwr/preview/mmwrhtml/rr6207a1.htm?s_cid=rr6207a1_e" TargetMode="External"/><Relationship Id="rId8" Type="http://schemas.openxmlformats.org/officeDocument/2006/relationships/hyperlink" Target="https://www.cms.gov/apps/glossary" TargetMode="External"/><Relationship Id="rId9" Type="http://schemas.openxmlformats.org/officeDocument/2006/relationships/hyperlink" Target="http://www.medicare.gov/LongTermCare/Static/Home.asp" TargetMode="External"/><Relationship Id="rId10" Type="http://schemas.openxmlformats.org/officeDocument/2006/relationships/hyperlink" Target="http://www.cms.gov/LTCH-Quality-Reporting/05_LTCHTechnicalInformation.asp#TopOfPage" TargetMode="External"/><Relationship Id="rId11" Type="http://schemas.openxmlformats.org/officeDocument/2006/relationships/hyperlink" Target="http://www.cms.gov/LTCH-Quality-Reporting/05_LTCHTechnicalInformation.asp#TopOfPage" TargetMode="External"/><Relationship Id="rId12" Type="http://schemas.openxmlformats.org/officeDocument/2006/relationships/hyperlink" Target="http://www.cms.gov/LTCH-Quality-Reporting/" TargetMode="External"/><Relationship Id="rId13" Type="http://schemas.openxmlformats.org/officeDocument/2006/relationships/hyperlink" Target="http://www.cms.hhs.gov/Medicare/Quality-Initiatives-Patient-Assessment-Instruments/NursingHomeQualityInits/MDS30RAIManual.html" TargetMode="External"/><Relationship Id="rId14" Type="http://schemas.openxmlformats.org/officeDocument/2006/relationships/hyperlink" Target="http://www.cms.gov/transmittals/downloads/R1875CP.pdf" TargetMode="External"/><Relationship Id="rId15" Type="http://schemas.openxmlformats.org/officeDocument/2006/relationships/hyperlink" Target="http://www.npuap.org/wp-content/uploads/2012/03/NPUAP-SuspectDTI.jpg" TargetMode="External"/><Relationship Id="rId16" Type="http://schemas.openxmlformats.org/officeDocument/2006/relationships/hyperlink" Target="http://www.npuap.org/wp-content/uploads/2012/03/NPUAP-Unstage2.jpg" TargetMode="External"/><Relationship Id="rId17" Type="http://schemas.openxmlformats.org/officeDocument/2006/relationships/hyperlink" Target="http://www.gpo.gov/fdsys/pkg/PLAW-111publ148/pdf/PLAW-111publ148.pdf" TargetMode="External"/><Relationship Id="rId18" Type="http://schemas.openxmlformats.org/officeDocument/2006/relationships/hyperlink" Target="http://www.gpo.gov/fdsys/pkg/FR-2011-08-18/pdf/2011-19719.pdf" TargetMode="External"/><Relationship Id="rId19" Type="http://schemas.openxmlformats.org/officeDocument/2006/relationships/hyperlink" Target="http://www.gpo.gov/fdsys/pkg/FR-2011-09-26/pdf/2011-24669.pdf" TargetMode="External"/><Relationship Id="rId20" Type="http://schemas.openxmlformats.org/officeDocument/2006/relationships/hyperlink" Target="http://www.gpo.gov/fdsys/pkg/FR-2012-08-31/pdf/2012-19079.pdf" TargetMode="External"/><Relationship Id="rId21" Type="http://schemas.openxmlformats.org/officeDocument/2006/relationships/hyperlink" Target="http://www.gpo.gov/fdsys/pkg/FR-2013-08-19/pdf/2013-18956.pdf" TargetMode="External"/><Relationship Id="rId22" Type="http://schemas.openxmlformats.org/officeDocument/2006/relationships/hyperlink" Target="http://www.gpo.gov/fdsys/pkg/FR-2013-10-03/pdf/2013-24211.pdf" TargetMode="External"/><Relationship Id="rId23" Type="http://schemas.openxmlformats.org/officeDocument/2006/relationships/hyperlink" Target="http://www.ofr.gov/OFRUpload/OFRData/2013-10234_PI.pdf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(LTCH),Quality Reporting Program,CMS,Appendix F</cp:keywords>
  <dc:subject>The Centers for Medicare &amp; Medicaid Services Long-Term Care Hospital Quality Reporting Program Manual</dc:subject>
  <dc:title>Appendix F: References</dc:title>
  <dcterms:created xsi:type="dcterms:W3CDTF">2014-12-05T17:02:38Z</dcterms:created>
  <dcterms:modified xsi:type="dcterms:W3CDTF">2014-12-05T17:02:38Z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2013-12-19T00:00:00Z</vt:filetime>
  </property>
  <property fmtid="{D5CDD505-2E9C-101B-9397-08002B2CF9AE}" pid="3" name="LastSaved">
    <vt:filetime>2014-12-05T00:00:00Z</vt:filetime>
  </property>
</Properties>
</file>