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2230" w:right="405" w:firstLine="-207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SECTI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O:</w:t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SPECI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TRE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S,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ES,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0" w:right="2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Intent:</w:t>
      </w:r>
      <w:r>
        <w:rPr>
          <w:rFonts w:ascii="Arial Black" w:hAnsi="Arial Black" w:cs="Arial Black" w:eastAsia="Arial Black"/>
          <w:sz w:val="24"/>
          <w:szCs w:val="24"/>
          <w:spacing w:val="4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(O0250A,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0250B,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O0250C: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procedures,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0250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fl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z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ne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661683pt;height:164.587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3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enza,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nderl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ikely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outbre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death.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ovascul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erebro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uenza.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Immunization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(ACIP)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recommended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States.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6" w:after="0" w:line="240" w:lineRule="auto"/>
        <w:ind w:left="434" w:right="253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57154pt;width:144pt;height:.1pt;mso-position-horizontal-relative:page;mso-position-vertical-relative:paragraph;z-index:-190" coordorigin="1440,-73" coordsize="2880,2">
            <v:shape style="position:absolute;left:1440;top:-73;width:2880;height:2" coordorigin="1440,-73" coordsize="2880,0" path="m1440,-73l4320,-73e" filled="f" stroked="t" strokeweight=".6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ko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K,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TT,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ko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LZ,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Ke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esee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JS,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J.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za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Vacc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za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R),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ept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201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8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6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7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jc w:val="left"/>
        <w:spacing w:after="0"/>
        <w:sectPr>
          <w:pgNumType w:start="1"/>
          <w:pgMar w:header="744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29" w:after="0" w:line="240" w:lineRule="auto"/>
        <w:ind w:left="880" w:right="13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69489pt;margin-top:8.763147pt;width:168.462pt;height:398.86pt;mso-position-horizontal-relative:page;mso-position-vertical-relative:paragraph;z-index:-188" coordorigin="7441,175" coordsize="3369,7977">
            <v:group style="position:absolute;left:7447;top:181;width:3358;height:2" coordorigin="7447,181" coordsize="3358,2">
              <v:shape style="position:absolute;left:7447;top:181;width:3358;height:2" coordorigin="7447,181" coordsize="3358,0" path="m7447,181l10805,181e" filled="f" stroked="t" strokeweight=".580pt" strokecolor="#000000">
                <v:path arrowok="t"/>
              </v:shape>
            </v:group>
            <v:group style="position:absolute;left:7452;top:186;width:2;height:7956" coordorigin="7452,186" coordsize="2,7956">
              <v:shape style="position:absolute;left:7452;top:186;width:2;height:7956" coordorigin="7452,186" coordsize="0,7956" path="m7452,186l7452,8142e" filled="f" stroked="t" strokeweight=".581pt" strokecolor="#000000">
                <v:path arrowok="t"/>
              </v:shape>
            </v:group>
            <v:group style="position:absolute;left:7447;top:8147;width:3358;height:2" coordorigin="7447,8147" coordsize="3358,2">
              <v:shape style="position:absolute;left:7447;top:8147;width:3358;height:2" coordorigin="7447,8147" coordsize="3358,0" path="m7447,8147l10805,8147e" filled="f" stroked="t" strokeweight=".581pt" strokecolor="#000000">
                <v:path arrowok="t"/>
              </v:shape>
            </v:group>
            <v:group style="position:absolute;left:10800;top:186;width:2;height:7956" coordorigin="10800,186" coordsize="2,7956">
              <v:shape style="position:absolute;left:10800;top:186;width:2;height:7956" coordorigin="10800,186" coordsize="0,7956" path="m10800,186l10800,8142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(CDC)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6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</w:p>
    <w:p>
      <w:pPr>
        <w:spacing w:before="0" w:after="0" w:line="240" w:lineRule="auto"/>
        <w:ind w:left="520" w:right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ds).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9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answer,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</w:p>
    <w:p>
      <w:pPr>
        <w:spacing w:before="0" w:after="0" w:line="240" w:lineRule="auto"/>
        <w:ind w:left="520" w:right="-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pt;margin-top:27.631844pt;width:297.160pt;height:28.6pt;mso-position-horizontal-relative:page;mso-position-vertical-relative:paragraph;z-index:-189" coordorigin="1400,553" coordsize="5943,572">
            <v:group style="position:absolute;left:1410;top:563;width:5923;height:276" coordorigin="1410,563" coordsize="5923,276">
              <v:shape style="position:absolute;left:1410;top:563;width:5923;height:276" coordorigin="1410,563" coordsize="5923,276" path="m1410,839l7333,839,7333,563,1410,563,1410,839e" filled="t" fillcolor="#DDE9F7" stroked="f">
                <v:path arrowok="t"/>
                <v:fill/>
              </v:shape>
            </v:group>
            <v:group style="position:absolute;left:1410;top:839;width:5923;height:276" coordorigin="1410,839" coordsize="5923,276">
              <v:shape style="position:absolute;left:1410;top:839;width:5923;height:276" coordorigin="1410,839" coordsize="5923,276" path="m1410,1115l7333,1115,7333,839,1410,839,1410,1115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O0250A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Planned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charge;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Unplanned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Discharge.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300" w:lineRule="auto"/>
        <w:ind w:right="59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ON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VACC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NAT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2014-2015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infl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90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on,</w:t>
      </w:r>
      <w:r>
        <w:rPr>
          <w:rFonts w:ascii="Arial" w:hAnsi="Arial" w:cs="Arial" w:eastAsia="Arial"/>
          <w:sz w:val="22"/>
          <w:szCs w:val="22"/>
          <w:spacing w:val="53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influen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1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ination</w:t>
      </w:r>
      <w:r>
        <w:rPr>
          <w:rFonts w:ascii="Arial" w:hAnsi="Arial" w:cs="Arial" w:eastAsia="Arial"/>
          <w:sz w:val="22"/>
          <w:szCs w:val="22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NQF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right="37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#0680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ents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Patients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Were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Appropriately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onal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luen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(Short-Sta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defined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beginning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tober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when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ailable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(whi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through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April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30,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2015.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8" w:after="0" w:line="240" w:lineRule="auto"/>
        <w:ind w:right="2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2015-2016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ination</w:t>
      </w:r>
      <w:r>
        <w:rPr>
          <w:rFonts w:ascii="Arial" w:hAnsi="Arial" w:cs="Arial" w:eastAsia="Arial"/>
          <w:sz w:val="22"/>
          <w:szCs w:val="22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NQF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#0680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defined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beginning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right="27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2015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when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ine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ailable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(whi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through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April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30,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16.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8" w:after="0" w:line="240" w:lineRule="auto"/>
        <w:ind w:right="2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eq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ination</w:t>
      </w:r>
      <w:r>
        <w:rPr>
          <w:rFonts w:ascii="Arial" w:hAnsi="Arial" w:cs="Arial" w:eastAsia="Arial"/>
          <w:sz w:val="22"/>
          <w:szCs w:val="22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NQF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#0680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defined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beginning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right="26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when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ailable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(whi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omes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through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April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30.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6013" w:space="267"/>
            <w:col w:w="3400"/>
          </w:cols>
        </w:sectPr>
      </w:pPr>
      <w:rPr/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1" w:after="0" w:line="239" w:lineRule="auto"/>
        <w:ind w:left="880" w:right="45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o,</w:t>
      </w:r>
      <w:r>
        <w:rPr>
          <w:rFonts w:ascii="Arial Black" w:hAnsi="Arial Black" w:cs="Arial Black" w:eastAsia="Arial Black"/>
          <w:sz w:val="22"/>
          <w:szCs w:val="22"/>
          <w:spacing w:val="-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(O0250C).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90" w:lineRule="exact"/>
        <w:ind w:left="880" w:right="29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1,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es,</w:t>
      </w:r>
      <w:r>
        <w:rPr>
          <w:rFonts w:ascii="Arial Black" w:hAnsi="Arial Black" w:cs="Arial Black" w:eastAsia="Arial Black"/>
          <w:sz w:val="22"/>
          <w:szCs w:val="22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O0250B).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21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with</w:t>
      </w:r>
      <w:r>
        <w:rPr>
          <w:rFonts w:ascii="Arial Black" w:hAnsi="Arial Black" w:cs="Arial Black" w:eastAsia="Arial Black"/>
          <w:sz w:val="22"/>
          <w:szCs w:val="22"/>
          <w:spacing w:val="-4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dash,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"-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"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-"</w:t>
      </w:r>
      <w:r>
        <w:rPr>
          <w:rFonts w:ascii="Arial Black" w:hAnsi="Arial Black" w:cs="Arial Black" w:eastAsia="Arial Black"/>
          <w:sz w:val="22"/>
          <w:szCs w:val="22"/>
          <w:spacing w:val="-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O0250B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7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eceived.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“0.”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7,</w:t>
      </w:r>
    </w:p>
    <w:p>
      <w:pPr>
        <w:spacing w:before="0" w:after="0" w:line="240" w:lineRule="auto"/>
        <w:ind w:left="880" w:right="2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01-07-2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“0.”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1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10-06-2014.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8-ch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ox.</w:t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O0250C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1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1,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p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atie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in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cility</w:t>
      </w:r>
      <w:r>
        <w:rPr>
          <w:rFonts w:ascii="Arial Black" w:hAnsi="Arial Black" w:cs="Arial Black" w:eastAsia="Arial Black"/>
          <w:sz w:val="22"/>
          <w:szCs w:val="22"/>
          <w:spacing w:val="-7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duri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-8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year's</w:t>
      </w:r>
      <w:r>
        <w:rPr>
          <w:rFonts w:ascii="Arial Black" w:hAnsi="Arial Black" w:cs="Arial Black" w:eastAsia="Arial Black"/>
          <w:sz w:val="22"/>
          <w:szCs w:val="22"/>
          <w:spacing w:val="-7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fluenza</w:t>
      </w:r>
      <w:r>
        <w:rPr>
          <w:rFonts w:ascii="Arial Black" w:hAnsi="Arial Black" w:cs="Arial Black" w:eastAsia="Arial Black"/>
          <w:sz w:val="22"/>
          <w:szCs w:val="22"/>
          <w:spacing w:val="-1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v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ccin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tion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season,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32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2,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ceived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u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tside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is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facil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ty,</w:t>
      </w:r>
      <w:r>
        <w:rPr>
          <w:rFonts w:ascii="Arial Black" w:hAnsi="Arial Black" w:cs="Arial Black" w:eastAsia="Arial Black"/>
          <w:sz w:val="22"/>
          <w:szCs w:val="22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inister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eason.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17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3,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ot</w:t>
      </w:r>
      <w:r>
        <w:rPr>
          <w:rFonts w:ascii="Arial Black" w:hAnsi="Arial Black" w:cs="Arial Black" w:eastAsia="Arial Black"/>
          <w:sz w:val="22"/>
          <w:szCs w:val="22"/>
          <w:spacing w:val="-4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elig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—med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cal</w:t>
      </w:r>
      <w:r>
        <w:rPr>
          <w:rFonts w:ascii="Arial Black" w:hAnsi="Arial Black" w:cs="Arial Black" w:eastAsia="Arial Black"/>
          <w:sz w:val="22"/>
          <w:szCs w:val="22"/>
          <w:spacing w:val="-2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icati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n,</w:t>
      </w:r>
      <w:r>
        <w:rPr>
          <w:rFonts w:ascii="Arial Black" w:hAnsi="Arial Black" w:cs="Arial Black" w:eastAsia="Arial Black"/>
          <w:sz w:val="22"/>
          <w:szCs w:val="22"/>
          <w:spacing w:val="-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ponent(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unize,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lness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nd.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90" w:lineRule="exact"/>
        <w:ind w:left="880" w:right="3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4,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fer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declin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d,</w:t>
      </w:r>
      <w:r>
        <w:rPr>
          <w:rFonts w:ascii="Arial Black" w:hAnsi="Arial Black" w:cs="Arial Black" w:eastAsia="Arial Black"/>
          <w:sz w:val="22"/>
          <w:szCs w:val="2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/leg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uardian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ne.</w:t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880" w:right="12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5,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ot</w:t>
      </w:r>
      <w:r>
        <w:rPr>
          <w:rFonts w:ascii="Arial Black" w:hAnsi="Arial Black" w:cs="Arial Black" w:eastAsia="Arial Black"/>
          <w:sz w:val="22"/>
          <w:szCs w:val="22"/>
          <w:spacing w:val="-4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fe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guardian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ccine.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13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6,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ability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to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obta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-8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v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ccine</w:t>
      </w:r>
      <w:r>
        <w:rPr>
          <w:rFonts w:ascii="Arial Black" w:hAnsi="Arial Black" w:cs="Arial Black" w:eastAsia="Arial Black"/>
          <w:sz w:val="22"/>
          <w:szCs w:val="22"/>
          <w:spacing w:val="-8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due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to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dec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ared</w:t>
      </w:r>
      <w:r>
        <w:rPr>
          <w:rFonts w:ascii="Arial Black" w:hAnsi="Arial Black" w:cs="Arial Black" w:eastAsia="Arial Black"/>
          <w:sz w:val="22"/>
          <w:szCs w:val="22"/>
          <w:spacing w:val="-1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ho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tage,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navai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shortage.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ceives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inactiv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guaran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year.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90" w:lineRule="exact"/>
        <w:ind w:left="880" w:right="17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-5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9,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one</w:t>
      </w:r>
      <w:r>
        <w:rPr>
          <w:rFonts w:ascii="Arial Black" w:hAnsi="Arial Black" w:cs="Arial Black" w:eastAsia="Arial Black"/>
          <w:sz w:val="22"/>
          <w:szCs w:val="22"/>
          <w:spacing w:val="-6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above,</w:t>
      </w:r>
      <w:r>
        <w:rPr>
          <w:rFonts w:ascii="Arial Black" w:hAnsi="Arial Black" w:cs="Arial Black" w:eastAsia="Arial Black"/>
          <w:sz w:val="22"/>
          <w:szCs w:val="22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obtained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(Flu)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5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≥6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26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014.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g: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yes;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10-02-2014,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4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O0250C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</w:p>
    <w:p>
      <w:pPr>
        <w:spacing w:before="12" w:after="0" w:line="290" w:lineRule="exact"/>
        <w:ind w:left="880" w:right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onale:</w:t>
      </w:r>
      <w:r>
        <w:rPr>
          <w:rFonts w:ascii="Arial Black" w:hAnsi="Arial Black" w:cs="Arial Black" w:eastAsia="Arial Black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90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allergy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g: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</w:p>
    <w:p>
      <w:pPr>
        <w:spacing w:before="0" w:after="0" w:line="274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igibl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aindicat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2" w:after="0" w:line="290" w:lineRule="exact"/>
        <w:ind w:left="880" w:right="7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onale:</w:t>
      </w:r>
      <w:r>
        <w:rPr>
          <w:rFonts w:ascii="Arial Black" w:hAnsi="Arial Black" w:cs="Arial Black" w:eastAsia="Arial Black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ccine,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16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ecord.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g: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outside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90" w:lineRule="exact"/>
        <w:ind w:left="880" w:right="5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onale:</w:t>
      </w:r>
      <w:r>
        <w:rPr>
          <w:rFonts w:ascii="Arial Black" w:hAnsi="Arial Black" w:cs="Arial Black" w:eastAsia="Arial Black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year’s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18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g:</w:t>
      </w:r>
      <w:r>
        <w:rPr>
          <w:rFonts w:ascii="Arial Black" w:hAnsi="Arial Black" w:cs="Arial Black" w:eastAsia="Arial Black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39" w:lineRule="auto"/>
        <w:ind w:left="880" w:right="22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onale:</w:t>
      </w:r>
      <w:r>
        <w:rPr>
          <w:rFonts w:ascii="Arial Black" w:hAnsi="Arial Black" w:cs="Arial Black" w:eastAsia="Arial Black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O0250C,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le.</w:t>
      </w:r>
    </w:p>
    <w:sectPr>
      <w:pgMar w:header="744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188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2844pt;height:12.02pt;mso-position-horizontal-relative:page;mso-position-vertical-relative:page;z-index:-187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5.677673pt;margin-top:744.720642pt;width:46.376581pt;height:12.02pt;mso-position-horizontal-relative:page;mso-position-vertical-relative:page;z-index:-186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180645pt;width:221.488111pt;height:12.02pt;mso-position-horizontal-relative:page;mso-position-vertical-relative:page;z-index:-190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eport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056641pt;margin-top:36.180645pt;width:100.997605pt;height:12.02pt;mso-position-horizontal-relative:page;mso-position-vertical-relative:page;z-index:-18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ter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Sect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Relationship Id="rId8" Type="http://schemas.openxmlformats.org/officeDocument/2006/relationships/hyperlink" Target="http://www.cdc.gov/mmwr/preview/mmwrhtml/rr6207a1.htm" TargetMode="External"/><Relationship Id="rId9" Type="http://schemas.openxmlformats.org/officeDocument/2006/relationships/hyperlink" Target="http://www.cdc.gov/flu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 Quality Reporting Program, CMS, Chapter 3, Section O</cp:keywords>
  <dc:subject>The Centers for Medicare &amp; Medicaid Services Long-Term Care Hospital Quality Reporting Program Manual</dc:subject>
  <dc:title>LTCH Quality Reporting Program Manual Chapter 3, Section O, SPECIAL TREATMENTS, PROCEDURES, AND PROGRAMS</dc:title>
  <dcterms:created xsi:type="dcterms:W3CDTF">2014-12-05T17:06:43Z</dcterms:created>
  <dcterms:modified xsi:type="dcterms:W3CDTF">2014-12-05T17:06:43Z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