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09" w:rsidRDefault="00562D09">
      <w:pPr>
        <w:pStyle w:val="PlainTex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The following files are included in the release of HEDIS </w:t>
      </w:r>
      <w:r w:rsidR="009C2B90">
        <w:rPr>
          <w:rFonts w:ascii="Times New Roman" w:hAnsi="Times New Roman" w:cs="Times New Roman"/>
          <w:sz w:val="18"/>
          <w:szCs w:val="18"/>
        </w:rPr>
        <w:t>20</w:t>
      </w:r>
      <w:r w:rsidR="000E4F50">
        <w:rPr>
          <w:rFonts w:ascii="Times New Roman" w:hAnsi="Times New Roman" w:cs="Times New Roman"/>
          <w:sz w:val="18"/>
          <w:szCs w:val="18"/>
        </w:rPr>
        <w:t>15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Text Format</w:t>
      </w:r>
      <w:r>
        <w:rPr>
          <w:rFonts w:ascii="Times New Roman" w:hAnsi="Times New Roman" w:cs="Times New Roman"/>
          <w:sz w:val="18"/>
          <w:szCs w:val="18"/>
        </w:rPr>
        <w:t>):</w:t>
      </w:r>
    </w:p>
    <w:p w:rsidR="00562D09" w:rsidRDefault="00562D09">
      <w:pPr>
        <w:pStyle w:val="PlainTex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2250"/>
        <w:gridCol w:w="2250"/>
        <w:gridCol w:w="2790"/>
      </w:tblGrid>
      <w:tr w:rsidR="00562D09" w:rsidTr="00D401EF">
        <w:tc>
          <w:tcPr>
            <w:tcW w:w="2070" w:type="dxa"/>
            <w:tcBorders>
              <w:right w:val="single" w:sz="4" w:space="0" w:color="FFFFFF"/>
            </w:tcBorders>
            <w:shd w:val="clear" w:color="auto" w:fill="000000"/>
          </w:tcPr>
          <w:p w:rsidR="00562D09" w:rsidRDefault="00562D09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File Name</w:t>
            </w:r>
          </w:p>
        </w:tc>
        <w:tc>
          <w:tcPr>
            <w:tcW w:w="22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562D09" w:rsidRDefault="00562D09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File Format</w:t>
            </w:r>
          </w:p>
        </w:tc>
        <w:tc>
          <w:tcPr>
            <w:tcW w:w="22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562D09" w:rsidRDefault="00562D09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Application used to read</w:t>
            </w:r>
          </w:p>
        </w:tc>
        <w:tc>
          <w:tcPr>
            <w:tcW w:w="2790" w:type="dxa"/>
            <w:tcBorders>
              <w:left w:val="single" w:sz="4" w:space="0" w:color="FFFFFF"/>
            </w:tcBorders>
            <w:shd w:val="clear" w:color="auto" w:fill="000000"/>
          </w:tcPr>
          <w:p w:rsidR="00562D09" w:rsidRDefault="00562D09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Description</w:t>
            </w:r>
          </w:p>
        </w:tc>
      </w:tr>
      <w:tr w:rsidR="00562D09" w:rsidTr="00D401EF">
        <w:trPr>
          <w:cantSplit/>
          <w:trHeight w:val="225"/>
        </w:trPr>
        <w:tc>
          <w:tcPr>
            <w:tcW w:w="207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Text</w:t>
            </w:r>
            <w:r w:rsidR="00D401EF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.htm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2790" w:type="dxa"/>
            <w:vMerge w:val="restart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document you are currently reading.</w:t>
            </w:r>
          </w:p>
        </w:tc>
      </w:tr>
      <w:tr w:rsidR="000F2B66" w:rsidTr="00D401EF">
        <w:trPr>
          <w:cantSplit/>
          <w:trHeight w:val="225"/>
        </w:trPr>
        <w:tc>
          <w:tcPr>
            <w:tcW w:w="2070" w:type="dxa"/>
            <w:vAlign w:val="center"/>
          </w:tcPr>
          <w:p w:rsidR="000F2B66" w:rsidRDefault="000F2B66" w:rsidP="000F2B6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Text</w:t>
            </w:r>
            <w:r w:rsidR="00D401EF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.pdf</w:t>
            </w:r>
          </w:p>
        </w:tc>
        <w:tc>
          <w:tcPr>
            <w:tcW w:w="2250" w:type="dxa"/>
            <w:vAlign w:val="center"/>
          </w:tcPr>
          <w:p w:rsidR="000F2B66" w:rsidRDefault="000F2B66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</w:t>
            </w:r>
          </w:p>
        </w:tc>
        <w:tc>
          <w:tcPr>
            <w:tcW w:w="2250" w:type="dxa"/>
            <w:vAlign w:val="center"/>
          </w:tcPr>
          <w:p w:rsidR="000F2B66" w:rsidRDefault="000F2B66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7 and up</w:t>
            </w:r>
          </w:p>
        </w:tc>
        <w:tc>
          <w:tcPr>
            <w:tcW w:w="2790" w:type="dxa"/>
            <w:vMerge/>
            <w:vAlign w:val="center"/>
          </w:tcPr>
          <w:p w:rsidR="000F2B66" w:rsidRDefault="000F2B66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401EF">
        <w:trPr>
          <w:cantSplit/>
          <w:trHeight w:val="225"/>
        </w:trPr>
        <w:tc>
          <w:tcPr>
            <w:tcW w:w="207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Text</w:t>
            </w:r>
            <w:r w:rsidR="00D401EF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.rtf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2790" w:type="dxa"/>
            <w:vMerge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401EF">
        <w:trPr>
          <w:cantSplit/>
          <w:trHeight w:val="225"/>
        </w:trPr>
        <w:tc>
          <w:tcPr>
            <w:tcW w:w="207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Text</w:t>
            </w:r>
            <w:r w:rsidR="00D401EF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2790" w:type="dxa"/>
            <w:vMerge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401EF">
        <w:tc>
          <w:tcPr>
            <w:tcW w:w="207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4"/>
                <w:szCs w:val="4"/>
              </w:rPr>
              <w:t xml:space="preserve"> </w:t>
            </w:r>
          </w:p>
        </w:tc>
        <w:tc>
          <w:tcPr>
            <w:tcW w:w="225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5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9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562D09" w:rsidTr="00D401EF">
        <w:trPr>
          <w:cantSplit/>
          <w:trHeight w:val="270"/>
        </w:trPr>
        <w:tc>
          <w:tcPr>
            <w:tcW w:w="207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DF5717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D401EF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.htm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2790" w:type="dxa"/>
            <w:vMerge w:val="restart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contains introductory information, measure descriptions, and field descriptions. This file is mandatory for interpreting the contents of HEDIS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F5717" w:rsidTr="00D401EF">
        <w:trPr>
          <w:cantSplit/>
          <w:trHeight w:val="270"/>
        </w:trPr>
        <w:tc>
          <w:tcPr>
            <w:tcW w:w="2070" w:type="dxa"/>
            <w:vAlign w:val="center"/>
          </w:tcPr>
          <w:p w:rsidR="00DF5717" w:rsidRPr="00DF5717" w:rsidRDefault="00DF571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D401EF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.pdf</w:t>
            </w:r>
          </w:p>
        </w:tc>
        <w:tc>
          <w:tcPr>
            <w:tcW w:w="2250" w:type="dxa"/>
            <w:vAlign w:val="center"/>
          </w:tcPr>
          <w:p w:rsidR="00DF5717" w:rsidRDefault="00DF571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Format</w:t>
            </w:r>
          </w:p>
        </w:tc>
        <w:tc>
          <w:tcPr>
            <w:tcW w:w="2250" w:type="dxa"/>
            <w:vAlign w:val="center"/>
          </w:tcPr>
          <w:p w:rsidR="00DF5717" w:rsidRDefault="00DF571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Reader 6 and up</w:t>
            </w:r>
          </w:p>
        </w:tc>
        <w:tc>
          <w:tcPr>
            <w:tcW w:w="2790" w:type="dxa"/>
            <w:vMerge/>
          </w:tcPr>
          <w:p w:rsidR="00DF5717" w:rsidRDefault="00DF571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401EF">
        <w:trPr>
          <w:cantSplit/>
          <w:trHeight w:val="270"/>
        </w:trPr>
        <w:tc>
          <w:tcPr>
            <w:tcW w:w="207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DF5717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D401EF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.rtf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2790" w:type="dxa"/>
            <w:vMerge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401EF">
        <w:trPr>
          <w:cantSplit/>
          <w:trHeight w:val="270"/>
        </w:trPr>
        <w:tc>
          <w:tcPr>
            <w:tcW w:w="207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DF5717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D401EF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250" w:type="dxa"/>
            <w:vAlign w:val="center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2790" w:type="dxa"/>
            <w:vMerge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D09" w:rsidTr="00D401EF">
        <w:tc>
          <w:tcPr>
            <w:tcW w:w="207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5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5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90" w:type="dxa"/>
            <w:shd w:val="clear" w:color="auto" w:fill="C0C0C0"/>
          </w:tcPr>
          <w:p w:rsidR="00562D09" w:rsidRDefault="00562D09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EOC010_SNP.txt</w:t>
            </w:r>
          </w:p>
        </w:tc>
        <w:tc>
          <w:tcPr>
            <w:tcW w:w="2250" w:type="dxa"/>
            <w:vMerge w:val="restart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Text Format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(comma separated values)</w:t>
            </w:r>
          </w:p>
        </w:tc>
        <w:tc>
          <w:tcPr>
            <w:tcW w:w="2250" w:type="dxa"/>
            <w:vMerge w:val="restart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 or program that can import data in csv format. (ex.: Lotus 1-2-3, Microsoft Excel, Microsoft Access).</w:t>
            </w:r>
          </w:p>
        </w:tc>
        <w:tc>
          <w:tcPr>
            <w:tcW w:w="2790" w:type="dxa"/>
            <w:vMerge w:val="restart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There is one data file for each HEDIS 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measure. Use one of the HEDIS</w:t>
            </w:r>
            <w:r w:rsidR="009C2B9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E4F5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DOC_SNP files to identify the contents of each of the data files. Additionally, there is one data file that contains general information.</w:t>
            </w:r>
          </w:p>
        </w:tc>
      </w:tr>
      <w:tr w:rsidR="00FA5E2A" w:rsidRPr="00DF5717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EOC030_SNP.txt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RPr="00DF5717" w:rsidTr="004A1F54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EOC035_SNP.txt</w:t>
            </w:r>
          </w:p>
        </w:tc>
        <w:tc>
          <w:tcPr>
            <w:tcW w:w="225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RPr="00DF5717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EOC040_SNP.txt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RPr="00DF5717" w:rsidTr="004A1F54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EOC045_SNP.txt</w:t>
            </w:r>
          </w:p>
        </w:tc>
        <w:tc>
          <w:tcPr>
            <w:tcW w:w="225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RPr="00DF5717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EOC050_SNP.txt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RPr="00DF5717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EOC055_SNP.txt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EOC070_SNP.txt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EOC075_SNP.txt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EOC080_SNP.txt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EOC090_SNP.txt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EOC105_SNP.txt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EOC115_SNP.txt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EOC120_SNP.txt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GENERAL_SNP.txt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National_Rates_SNP.txt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PDI801_SNP.txt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Service_Area_SNP.txt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5E2A" w:rsidTr="00D401EF">
        <w:trPr>
          <w:cantSplit/>
        </w:trPr>
        <w:tc>
          <w:tcPr>
            <w:tcW w:w="2070" w:type="dxa"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UOS524_SNP.txt</w:t>
            </w: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  <w:vMerge/>
            <w:vAlign w:val="center"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vMerge/>
          </w:tcPr>
          <w:p w:rsidR="00FA5E2A" w:rsidRDefault="00FA5E2A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62D09" w:rsidRDefault="00562D09">
      <w:pPr>
        <w:rPr>
          <w:sz w:val="16"/>
          <w:szCs w:val="16"/>
        </w:rPr>
      </w:pPr>
    </w:p>
    <w:sectPr w:rsidR="00562D09" w:rsidSect="00DF5717">
      <w:pgSz w:w="12240" w:h="1584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5F"/>
    <w:rsid w:val="000C3698"/>
    <w:rsid w:val="000E4F50"/>
    <w:rsid w:val="000F2B66"/>
    <w:rsid w:val="001C4503"/>
    <w:rsid w:val="00285405"/>
    <w:rsid w:val="004D3BC6"/>
    <w:rsid w:val="004D5A7A"/>
    <w:rsid w:val="00562D09"/>
    <w:rsid w:val="005C22D8"/>
    <w:rsid w:val="007B0DDA"/>
    <w:rsid w:val="00860F83"/>
    <w:rsid w:val="008A07AF"/>
    <w:rsid w:val="0097041D"/>
    <w:rsid w:val="00973305"/>
    <w:rsid w:val="009B0E95"/>
    <w:rsid w:val="009C2B90"/>
    <w:rsid w:val="00A06D90"/>
    <w:rsid w:val="00A8715F"/>
    <w:rsid w:val="00BF7758"/>
    <w:rsid w:val="00C87F89"/>
    <w:rsid w:val="00CE75D6"/>
    <w:rsid w:val="00D401EF"/>
    <w:rsid w:val="00DD7498"/>
    <w:rsid w:val="00DF5717"/>
    <w:rsid w:val="00EC6D53"/>
    <w:rsid w:val="00F821A0"/>
    <w:rsid w:val="00FA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BC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4D3BC6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D3BC6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BC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4D3BC6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D3BC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97CAE-857E-4C83-9AB6-A9F920284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files are included in the release of HEDIS 3</vt:lpstr>
    </vt:vector>
  </TitlesOfParts>
  <Company>hcfa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in the release of HEDIS 3</dc:title>
  <dc:creator>Matthew</dc:creator>
  <cp:lastModifiedBy>James Ranck</cp:lastModifiedBy>
  <cp:revision>2</cp:revision>
  <cp:lastPrinted>1998-10-13T15:17:00Z</cp:lastPrinted>
  <dcterms:created xsi:type="dcterms:W3CDTF">2015-07-16T18:02:00Z</dcterms:created>
  <dcterms:modified xsi:type="dcterms:W3CDTF">2015-07-16T18:02:00Z</dcterms:modified>
</cp:coreProperties>
</file>